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D3BBF" w14:textId="3E34B35E" w:rsidR="00756102" w:rsidRDefault="00C25CE9" w:rsidP="00EA76EF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4234A72B" wp14:editId="2D3E344E">
                <wp:simplePos x="0" y="0"/>
                <wp:positionH relativeFrom="column">
                  <wp:posOffset>626110</wp:posOffset>
                </wp:positionH>
                <wp:positionV relativeFrom="paragraph">
                  <wp:posOffset>-193039</wp:posOffset>
                </wp:positionV>
                <wp:extent cx="3931920" cy="4019550"/>
                <wp:effectExtent l="19050" t="19050" r="11430" b="19050"/>
                <wp:wrapNone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4019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0A288" w14:textId="5616DC6F" w:rsidR="00B37E3D" w:rsidRDefault="003D4B91" w:rsidP="00B37E3D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PALMESE DELIA</w:t>
                            </w:r>
                          </w:p>
                          <w:p w14:paraId="088805D1" w14:textId="6553E83C" w:rsidR="00EA76EF" w:rsidRDefault="00EA76EF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F01204F" w14:textId="494160B9" w:rsidR="00EA76EF" w:rsidRDefault="00EA76EF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F12965E" w14:textId="0D91F214" w:rsidR="00C01CA6" w:rsidRPr="00B37E3D" w:rsidRDefault="00ED7D86" w:rsidP="00B37E3D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TAGLIO E CONVERSIONE DI UN BOSCO CEDUO IN CASTAGNETO DA FRUTTO</w:t>
                            </w:r>
                          </w:p>
                          <w:p w14:paraId="6C2873DE" w14:textId="16A2F297" w:rsidR="00EA76EF" w:rsidRDefault="00C01CA6" w:rsidP="00B37E3D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IN AGRO DI </w:t>
                            </w:r>
                            <w:r w:rsidR="003D4B91">
                              <w:rPr>
                                <w:sz w:val="28"/>
                                <w:szCs w:val="28"/>
                              </w:rPr>
                              <w:t>QUINDICI</w:t>
                            </w:r>
                            <w:r w:rsidR="00B37E3D" w:rsidRPr="00B37E3D">
                              <w:rPr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ED7D86">
                              <w:rPr>
                                <w:sz w:val="28"/>
                                <w:szCs w:val="28"/>
                              </w:rPr>
                              <w:t>AV</w:t>
                            </w:r>
                            <w:r w:rsidR="00B37E3D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F5D0A0F" w14:textId="4F579BBE" w:rsidR="00EA76EF" w:rsidRDefault="00EA76EF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6EFEAE00" w14:textId="3B661802" w:rsidR="00EA76EF" w:rsidRDefault="00EA76EF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6376C38D" w14:textId="77777777" w:rsidR="00ED7D86" w:rsidRDefault="00EA76EF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Documentazione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="00ED7D86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Amministrativa</w:t>
                            </w:r>
                            <w:proofErr w:type="spellEnd"/>
                            <w:r w:rsidR="00ED7D86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="00ED7D86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Documentazione</w:t>
                            </w:r>
                            <w:proofErr w:type="spellEnd"/>
                            <w:r w:rsidR="00ED7D86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</w:p>
                          <w:p w14:paraId="36EB6920" w14:textId="4E3066A4" w:rsidR="00B37E3D" w:rsidRDefault="00ED7D86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Tecnico-p</w:t>
                            </w:r>
                            <w:r w:rsidR="00EA76EF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roge</w:t>
                            </w:r>
                            <w:r w:rsidR="00B37E3D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ttuale</w:t>
                            </w:r>
                            <w:proofErr w:type="spellEnd"/>
                            <w:r w:rsidR="00B37E3D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</w:p>
                          <w:p w14:paraId="524E9E2B" w14:textId="77777777" w:rsidR="00B37E3D" w:rsidRDefault="00B37E3D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B0D3724" w14:textId="77777777" w:rsidR="00B37E3D" w:rsidRDefault="00B37E3D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6D5BE569" w14:textId="77777777" w:rsidR="00B37E3D" w:rsidRDefault="00B37E3D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6B3CEAE" w14:textId="10E9C9AF" w:rsidR="00EA76EF" w:rsidRDefault="00B37E3D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Procedura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Valutazione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Incidenza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–</w:t>
                            </w:r>
                            <w:proofErr w:type="spellStart"/>
                            <w:r w:rsidR="002453D9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a</w:t>
                            </w:r>
                            <w:r w:rsidR="00C01CA6"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sensi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dell’art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5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del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 xml:space="preserve"> D.P.R n 357/1997 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ss.mm.ii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.</w:t>
                            </w:r>
                          </w:p>
                          <w:p w14:paraId="4A1CA479" w14:textId="47DE8AC7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3F7EBF72" w14:textId="7C83595E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6086D00" w14:textId="1C4A6A99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6DE84200" w14:textId="0238F2B7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DC3FB92" w14:textId="4296E682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3215EB3C" w14:textId="0DEE26C1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0451784F" w14:textId="44811909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27AA39CD" w14:textId="4878248B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441ED5BE" w14:textId="6DFAAD6B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44DBC214" w14:textId="3DB15BCC" w:rsidR="002453D9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581B757A" w14:textId="05BBAEB4" w:rsidR="002453D9" w:rsidRPr="00EA76EF" w:rsidRDefault="002453D9" w:rsidP="00EA76E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CD 1/1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4A72B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49.3pt;margin-top:-15.2pt;width:309.6pt;height:31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" o:allowincell="f" strokeweight="3pt">
                <v:fill opacity="32896f"/>
                <v:stroke linestyle="thinThin"/>
                <v:textbox>
                  <w:txbxContent>
                    <w:p w14:paraId="00E0A288" w14:textId="5616DC6F" w:rsidR="00B37E3D" w:rsidRDefault="003D4B91" w:rsidP="00B37E3D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PALMESE DELIA</w:t>
                      </w:r>
                    </w:p>
                    <w:p w14:paraId="088805D1" w14:textId="6553E83C" w:rsidR="00EA76EF" w:rsidRDefault="00EA76EF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F01204F" w14:textId="494160B9" w:rsidR="00EA76EF" w:rsidRDefault="00EA76EF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F12965E" w14:textId="0D91F214" w:rsidR="00C01CA6" w:rsidRPr="00B37E3D" w:rsidRDefault="00ED7D86" w:rsidP="00B37E3D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Cs/>
                          <w:sz w:val="28"/>
                          <w:szCs w:val="28"/>
                        </w:rPr>
                        <w:t>TAGLIO E CONVERSIONE DI UN BOSCO CEDUO IN CASTAGNETO DA FRUTTO</w:t>
                      </w:r>
                    </w:p>
                    <w:p w14:paraId="6C2873DE" w14:textId="16A2F297" w:rsidR="00EA76EF" w:rsidRDefault="00C01CA6" w:rsidP="00B37E3D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IN AGRO DI </w:t>
                      </w:r>
                      <w:r w:rsidR="003D4B91">
                        <w:rPr>
                          <w:sz w:val="28"/>
                          <w:szCs w:val="28"/>
                        </w:rPr>
                        <w:t>QUINDICI</w:t>
                      </w:r>
                      <w:r w:rsidR="00B37E3D" w:rsidRPr="00B37E3D">
                        <w:rPr>
                          <w:sz w:val="28"/>
                          <w:szCs w:val="28"/>
                        </w:rPr>
                        <w:t xml:space="preserve"> (</w:t>
                      </w:r>
                      <w:r w:rsidR="00ED7D86">
                        <w:rPr>
                          <w:sz w:val="28"/>
                          <w:szCs w:val="28"/>
                        </w:rPr>
                        <w:t>AV</w:t>
                      </w:r>
                      <w:r w:rsidR="00B37E3D">
                        <w:rPr>
                          <w:sz w:val="32"/>
                          <w:szCs w:val="32"/>
                        </w:rPr>
                        <w:t>)</w:t>
                      </w:r>
                    </w:p>
                    <w:p w14:paraId="1F5D0A0F" w14:textId="4F579BBE" w:rsidR="00EA76EF" w:rsidRDefault="00EA76EF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6EFEAE00" w14:textId="3B661802" w:rsidR="00EA76EF" w:rsidRDefault="00EA76EF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6376C38D" w14:textId="77777777" w:rsidR="00ED7D86" w:rsidRDefault="00EA76EF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Documentazione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</w:t>
                      </w:r>
                      <w:proofErr w:type="spellStart"/>
                      <w:r w:rsidR="00ED7D86">
                        <w:rPr>
                          <w:rFonts w:ascii="Arial" w:hAnsi="Arial"/>
                          <w:b/>
                          <w:bCs/>
                          <w:iCs/>
                        </w:rPr>
                        <w:t>Amministrativa</w:t>
                      </w:r>
                      <w:proofErr w:type="spellEnd"/>
                      <w:r w:rsidR="00ED7D86"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, </w:t>
                      </w:r>
                      <w:proofErr w:type="spellStart"/>
                      <w:r w:rsidR="00ED7D86">
                        <w:rPr>
                          <w:rFonts w:ascii="Arial" w:hAnsi="Arial"/>
                          <w:b/>
                          <w:bCs/>
                          <w:iCs/>
                        </w:rPr>
                        <w:t>Documentazione</w:t>
                      </w:r>
                      <w:proofErr w:type="spellEnd"/>
                      <w:r w:rsidR="00ED7D86"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</w:t>
                      </w:r>
                    </w:p>
                    <w:p w14:paraId="36EB6920" w14:textId="4E3066A4" w:rsidR="00B37E3D" w:rsidRDefault="00ED7D86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Tecnico-p</w:t>
                      </w:r>
                      <w:r w:rsidR="00EA76EF">
                        <w:rPr>
                          <w:rFonts w:ascii="Arial" w:hAnsi="Arial"/>
                          <w:b/>
                          <w:bCs/>
                          <w:iCs/>
                        </w:rPr>
                        <w:t>roge</w:t>
                      </w:r>
                      <w:r w:rsidR="00B37E3D">
                        <w:rPr>
                          <w:rFonts w:ascii="Arial" w:hAnsi="Arial"/>
                          <w:b/>
                          <w:bCs/>
                          <w:iCs/>
                        </w:rPr>
                        <w:t>ttuale</w:t>
                      </w:r>
                      <w:proofErr w:type="spellEnd"/>
                      <w:r w:rsidR="00B37E3D"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</w:t>
                      </w:r>
                    </w:p>
                    <w:p w14:paraId="524E9E2B" w14:textId="77777777" w:rsidR="00B37E3D" w:rsidRDefault="00B37E3D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B0D3724" w14:textId="77777777" w:rsidR="00B37E3D" w:rsidRDefault="00B37E3D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6D5BE569" w14:textId="77777777" w:rsidR="00B37E3D" w:rsidRDefault="00B37E3D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6B3CEAE" w14:textId="10E9C9AF" w:rsidR="00EA76EF" w:rsidRDefault="00B37E3D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Procedura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Valutazione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Incidenza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–</w:t>
                      </w:r>
                      <w:proofErr w:type="spellStart"/>
                      <w:r w:rsidR="002453D9">
                        <w:rPr>
                          <w:rFonts w:ascii="Arial" w:hAnsi="Arial"/>
                          <w:b/>
                          <w:bCs/>
                          <w:iCs/>
                        </w:rPr>
                        <w:t>a</w:t>
                      </w:r>
                      <w:r w:rsidR="00C01CA6">
                        <w:rPr>
                          <w:rFonts w:ascii="Arial" w:hAnsi="Arial"/>
                          <w:b/>
                          <w:bCs/>
                          <w:iCs/>
                        </w:rPr>
                        <w:t>I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sensi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dell’art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5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del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 xml:space="preserve"> D.P.R n 357/1997 e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ss.mm.ii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.</w:t>
                      </w:r>
                    </w:p>
                    <w:p w14:paraId="4A1CA479" w14:textId="47DE8AC7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3F7EBF72" w14:textId="7C83595E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6086D00" w14:textId="1C4A6A99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6DE84200" w14:textId="0238F2B7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DC3FB92" w14:textId="4296E682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3215EB3C" w14:textId="0DEE26C1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0451784F" w14:textId="44811909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27AA39CD" w14:textId="4878248B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441ED5BE" w14:textId="6DFAAD6B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44DBC214" w14:textId="3DB15BCC" w:rsidR="002453D9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581B757A" w14:textId="05BBAEB4" w:rsidR="002453D9" w:rsidRPr="00EA76EF" w:rsidRDefault="002453D9" w:rsidP="00EA76E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CD 1/1</w:t>
                      </w:r>
                    </w:p>
                  </w:txbxContent>
                </v:textbox>
              </v:shape>
            </w:pict>
          </mc:Fallback>
        </mc:AlternateContent>
      </w:r>
      <w:r w:rsidR="00ED7D86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4234A72B" wp14:editId="06D1F378">
                <wp:simplePos x="0" y="0"/>
                <wp:positionH relativeFrom="column">
                  <wp:posOffset>4559935</wp:posOffset>
                </wp:positionH>
                <wp:positionV relativeFrom="paragraph">
                  <wp:posOffset>-193040</wp:posOffset>
                </wp:positionV>
                <wp:extent cx="4000500" cy="4010025"/>
                <wp:effectExtent l="19050" t="19050" r="19050" b="2857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01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0448F" w14:textId="77777777" w:rsidR="003233B3" w:rsidRDefault="003233B3" w:rsidP="002453D9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  <w:t>ORGANIZZAZIONE CONTENUTI</w:t>
                            </w:r>
                          </w:p>
                          <w:p w14:paraId="35C321ED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19F9643B" w14:textId="4A3DE006" w:rsidR="003233B3" w:rsidRDefault="008D263E" w:rsidP="003233B3">
                            <w:r w:rsidRPr="00B37E3D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478D9846" wp14:editId="47A97016">
                                  <wp:extent cx="333375" cy="333375"/>
                                  <wp:effectExtent l="0" t="0" r="0" b="0"/>
                                  <wp:docPr id="75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233B3">
                              <w:t xml:space="preserve">  </w:t>
                            </w:r>
                            <w:proofErr w:type="spellStart"/>
                            <w:r w:rsidR="003233B3">
                              <w:t>Elenco_Contenuti</w:t>
                            </w:r>
                            <w:proofErr w:type="spellEnd"/>
                            <w:r w:rsidR="003233B3">
                              <w:t>: Cd.xls</w:t>
                            </w:r>
                          </w:p>
                          <w:p w14:paraId="0F86EAD4" w14:textId="4B274B5A" w:rsidR="003233B3" w:rsidRDefault="008D263E" w:rsidP="003233B3">
                            <w:r w:rsidRPr="00B37E3D">
                              <w:rPr>
                                <w:rFonts w:ascii="Arial" w:hAnsi="Arial"/>
                                <w:b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1E1793FE" wp14:editId="1FF312DC">
                                  <wp:extent cx="333375" cy="333375"/>
                                  <wp:effectExtent l="0" t="0" r="0" b="0"/>
                                  <wp:docPr id="76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233B3" w:rsidRPr="00B37E3D">
                              <w:t xml:space="preserve"> </w:t>
                            </w:r>
                            <w:proofErr w:type="spellStart"/>
                            <w:r w:rsidR="003233B3">
                              <w:t>Elenco_Contenuti</w:t>
                            </w:r>
                            <w:proofErr w:type="spellEnd"/>
                            <w:r w:rsidR="003233B3">
                              <w:t>: Cd.pdf</w:t>
                            </w:r>
                          </w:p>
                          <w:p w14:paraId="45EB6DC1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bCs/>
                                <w:iCs/>
                              </w:rPr>
                            </w:pPr>
                          </w:p>
                          <w:p w14:paraId="73DE5B6E" w14:textId="1DBBAA4F" w:rsidR="003233B3" w:rsidRDefault="008D263E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 w:rsidRPr="00B37E3D">
                              <w:rPr>
                                <w:rFonts w:ascii="Arial" w:hAnsi="Arial"/>
                                <w:b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09953398" wp14:editId="13248DDA">
                                  <wp:extent cx="228600" cy="228600"/>
                                  <wp:effectExtent l="0" t="0" r="0" b="0"/>
                                  <wp:docPr id="77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233B3">
                              <w:rPr>
                                <w:rFonts w:ascii="Arial" w:hAnsi="Arial"/>
                                <w:b/>
                                <w:noProof/>
                              </w:rPr>
                              <w:t xml:space="preserve"> </w:t>
                            </w:r>
                            <w:r w:rsidR="002453D9">
                              <w:rPr>
                                <w:rFonts w:ascii="Arial" w:hAnsi="Arial"/>
                                <w:b/>
                                <w:noProof/>
                              </w:rPr>
                              <w:t>_</w:t>
                            </w:r>
                            <w:r w:rsidR="003233B3">
                              <w:rPr>
                                <w:rFonts w:ascii="Arial" w:hAnsi="Arial"/>
                                <w:b/>
                                <w:noProof/>
                              </w:rPr>
                              <w:t xml:space="preserve">VincA_1   </w:t>
                            </w:r>
                          </w:p>
                          <w:p w14:paraId="34666E64" w14:textId="4E382B1F" w:rsidR="003233B3" w:rsidRDefault="003233B3" w:rsidP="003233B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                     </w:t>
                            </w:r>
                            <w:r w:rsidR="008D263E" w:rsidRPr="00B37E3D">
                              <w:rPr>
                                <w:b/>
                                <w:bCs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3BE90A29" wp14:editId="3C52C40E">
                                  <wp:extent cx="228600" cy="228600"/>
                                  <wp:effectExtent l="0" t="0" r="0" b="0"/>
                                  <wp:docPr id="78" name="Immagine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7E3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Pr="00B37E3D">
                              <w:rPr>
                                <w:b/>
                                <w:bCs/>
                              </w:rPr>
                              <w:t xml:space="preserve"> DOC_RICONOSCIMENTO</w:t>
                            </w:r>
                          </w:p>
                          <w:p w14:paraId="58A5CDAA" w14:textId="06BC5428" w:rsidR="003233B3" w:rsidRPr="00B37E3D" w:rsidRDefault="008D263E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 w:rsidRPr="00B37E3D">
                              <w:rPr>
                                <w:rFonts w:ascii="Arial" w:hAnsi="Arial"/>
                                <w:b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7637ACB8" wp14:editId="6E6BF6A0">
                                  <wp:extent cx="228600" cy="228600"/>
                                  <wp:effectExtent l="0" t="0" r="0" b="0"/>
                                  <wp:docPr id="79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233B3">
                              <w:rPr>
                                <w:rFonts w:ascii="Arial" w:hAnsi="Arial"/>
                                <w:b/>
                                <w:noProof/>
                              </w:rPr>
                              <w:t xml:space="preserve">  </w:t>
                            </w:r>
                            <w:r w:rsidR="002453D9">
                              <w:rPr>
                                <w:rFonts w:ascii="Arial" w:hAnsi="Arial"/>
                                <w:b/>
                                <w:noProof/>
                              </w:rPr>
                              <w:t>_</w:t>
                            </w:r>
                            <w:r w:rsidR="003233B3">
                              <w:rPr>
                                <w:rFonts w:ascii="Arial" w:hAnsi="Arial"/>
                                <w:b/>
                                <w:noProof/>
                              </w:rPr>
                              <w:t>VincA_2</w:t>
                            </w:r>
                          </w:p>
                          <w:p w14:paraId="6BCFDCB4" w14:textId="25E8854C" w:rsidR="003233B3" w:rsidRDefault="008D263E" w:rsidP="003233B3">
                            <w:r w:rsidRPr="00B37E3D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50EA0947" wp14:editId="16E5E8CC">
                                  <wp:extent cx="228600" cy="228600"/>
                                  <wp:effectExtent l="0" t="0" r="0" b="0"/>
                                  <wp:docPr id="80" name="Immagin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233B3">
                              <w:t xml:space="preserve"> </w:t>
                            </w:r>
                            <w:r w:rsidR="003233B3" w:rsidRPr="002453D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2453D9">
                              <w:t>_</w:t>
                            </w:r>
                            <w:r w:rsidR="003233B3">
                              <w:rPr>
                                <w:rFonts w:ascii="Arial" w:hAnsi="Arial"/>
                                <w:b/>
                                <w:noProof/>
                              </w:rPr>
                              <w:t>VincA_3</w:t>
                            </w:r>
                          </w:p>
                          <w:p w14:paraId="1888072E" w14:textId="036D7C45" w:rsidR="00C01CA6" w:rsidRDefault="003233B3" w:rsidP="003233B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   </w:t>
                            </w:r>
                            <w:r w:rsidR="008D263E" w:rsidRPr="003233B3">
                              <w:rPr>
                                <w:b/>
                                <w:bCs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3D72BB24" wp14:editId="76C18A75">
                                  <wp:extent cx="485775" cy="247650"/>
                                  <wp:effectExtent l="0" t="0" r="0" b="0"/>
                                  <wp:docPr id="82" name="Immagin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247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="008D263E" w:rsidRPr="00B37E3D">
                              <w:rPr>
                                <w:b/>
                                <w:bCs/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75821F74" wp14:editId="25872C38">
                                  <wp:extent cx="228600" cy="228600"/>
                                  <wp:effectExtent l="0" t="0" r="0" b="0"/>
                                  <wp:docPr id="81" name="Immagin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37E3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 w:rsidRPr="00B37E3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DATI_TERRITORIALI_GEROREF</w:t>
                            </w:r>
                          </w:p>
                          <w:p w14:paraId="7001428C" w14:textId="629AC447" w:rsidR="008D263E" w:rsidRDefault="00C01CA6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 w:rsidRPr="00B37E3D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41A106C9" wp14:editId="598E1446">
                                  <wp:extent cx="228600" cy="228600"/>
                                  <wp:effectExtent l="0" t="0" r="0" b="0"/>
                                  <wp:docPr id="1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 xml:space="preserve"> VincA_4</w:t>
                            </w:r>
                          </w:p>
                          <w:p w14:paraId="65B87899" w14:textId="77777777" w:rsidR="00C01CA6" w:rsidRDefault="00C01CA6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</w:p>
                          <w:p w14:paraId="774730D4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Strumento operativo  Windowes xp;</w:t>
                            </w:r>
                          </w:p>
                          <w:p w14:paraId="01293BBE" w14:textId="57FF6FEE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Software utilizzati per la produzione;</w:t>
                            </w:r>
                          </w:p>
                          <w:p w14:paraId="25E58BEA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Office</w:t>
                            </w:r>
                          </w:p>
                          <w:p w14:paraId="72356A12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 xml:space="preserve">Autocad 2016 </w:t>
                            </w:r>
                          </w:p>
                          <w:p w14:paraId="0633269F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Software necessari per la visualizzazione:</w:t>
                            </w:r>
                          </w:p>
                          <w:p w14:paraId="735D572F" w14:textId="77777777" w:rsidR="003233B3" w:rsidRDefault="003233B3" w:rsidP="003233B3">
                            <w:pPr>
                              <w:rPr>
                                <w:rFonts w:ascii="Arial" w:hAnsi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Adobe reader</w:t>
                            </w:r>
                          </w:p>
                          <w:p w14:paraId="5EE69378" w14:textId="77777777" w:rsidR="003233B3" w:rsidRDefault="003233B3" w:rsidP="003233B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noProof/>
                              </w:rPr>
                              <w:t>Google earth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A72B" id="Text Box 31" o:spid="_x0000_s1027" type="#_x0000_t202" style="position:absolute;margin-left:359.05pt;margin-top:-15.2pt;width:315pt;height:315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" o:allowincell="f" strokeweight="3pt">
                <v:fill opacity="32896f"/>
                <v:stroke linestyle="thinThin"/>
                <v:textbox>
                  <w:txbxContent>
                    <w:p w14:paraId="6B30448F" w14:textId="77777777" w:rsidR="003233B3" w:rsidRDefault="003233B3" w:rsidP="002453D9">
                      <w:pPr>
                        <w:jc w:val="center"/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Cs/>
                        </w:rPr>
                        <w:t>ORGANIZZAZIONE CONTENUTI</w:t>
                      </w:r>
                    </w:p>
                    <w:p w14:paraId="35C321ED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19F9643B" w14:textId="4A3DE006" w:rsidR="003233B3" w:rsidRDefault="008D263E" w:rsidP="003233B3">
                      <w:r w:rsidRPr="00B37E3D"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478D9846" wp14:editId="47A97016">
                            <wp:extent cx="333375" cy="333375"/>
                            <wp:effectExtent l="0" t="0" r="0" b="0"/>
                            <wp:docPr id="75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233B3">
                        <w:t xml:space="preserve">  </w:t>
                      </w:r>
                      <w:proofErr w:type="spellStart"/>
                      <w:r w:rsidR="003233B3">
                        <w:t>Elenco_Contenuti</w:t>
                      </w:r>
                      <w:proofErr w:type="spellEnd"/>
                      <w:r w:rsidR="003233B3">
                        <w:t>: Cd.xls</w:t>
                      </w:r>
                    </w:p>
                    <w:p w14:paraId="0F86EAD4" w14:textId="4B274B5A" w:rsidR="003233B3" w:rsidRDefault="008D263E" w:rsidP="003233B3">
                      <w:r w:rsidRPr="00B37E3D">
                        <w:rPr>
                          <w:rFonts w:ascii="Arial" w:hAnsi="Arial"/>
                          <w:b/>
                          <w:noProof/>
                          <w:lang w:val="it-IT" w:eastAsia="it-IT"/>
                        </w:rPr>
                        <w:drawing>
                          <wp:inline distT="0" distB="0" distL="0" distR="0" wp14:anchorId="1E1793FE" wp14:editId="1FF312DC">
                            <wp:extent cx="333375" cy="333375"/>
                            <wp:effectExtent l="0" t="0" r="0" b="0"/>
                            <wp:docPr id="76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233B3" w:rsidRPr="00B37E3D">
                        <w:t xml:space="preserve"> </w:t>
                      </w:r>
                      <w:proofErr w:type="spellStart"/>
                      <w:r w:rsidR="003233B3">
                        <w:t>Elenco_Contenuti</w:t>
                      </w:r>
                      <w:proofErr w:type="spellEnd"/>
                      <w:r w:rsidR="003233B3">
                        <w:t>: Cd.pdf</w:t>
                      </w:r>
                    </w:p>
                    <w:p w14:paraId="45EB6DC1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bCs/>
                          <w:iCs/>
                        </w:rPr>
                      </w:pPr>
                    </w:p>
                    <w:p w14:paraId="73DE5B6E" w14:textId="1DBBAA4F" w:rsidR="003233B3" w:rsidRDefault="008D263E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 w:rsidRPr="00B37E3D">
                        <w:rPr>
                          <w:rFonts w:ascii="Arial" w:hAnsi="Arial"/>
                          <w:b/>
                          <w:noProof/>
                          <w:lang w:val="it-IT" w:eastAsia="it-IT"/>
                        </w:rPr>
                        <w:drawing>
                          <wp:inline distT="0" distB="0" distL="0" distR="0" wp14:anchorId="09953398" wp14:editId="13248DDA">
                            <wp:extent cx="228600" cy="228600"/>
                            <wp:effectExtent l="0" t="0" r="0" b="0"/>
                            <wp:docPr id="77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233B3">
                        <w:rPr>
                          <w:rFonts w:ascii="Arial" w:hAnsi="Arial"/>
                          <w:b/>
                          <w:noProof/>
                        </w:rPr>
                        <w:t xml:space="preserve"> </w:t>
                      </w:r>
                      <w:r w:rsidR="002453D9">
                        <w:rPr>
                          <w:rFonts w:ascii="Arial" w:hAnsi="Arial"/>
                          <w:b/>
                          <w:noProof/>
                        </w:rPr>
                        <w:t>_</w:t>
                      </w:r>
                      <w:r w:rsidR="003233B3">
                        <w:rPr>
                          <w:rFonts w:ascii="Arial" w:hAnsi="Arial"/>
                          <w:b/>
                          <w:noProof/>
                        </w:rPr>
                        <w:t xml:space="preserve">VincA_1   </w:t>
                      </w:r>
                    </w:p>
                    <w:p w14:paraId="34666E64" w14:textId="4E382B1F" w:rsidR="003233B3" w:rsidRDefault="003233B3" w:rsidP="003233B3">
                      <w:pPr>
                        <w:rPr>
                          <w:b/>
                          <w:bCs/>
                        </w:rPr>
                      </w:pPr>
                      <w:r>
                        <w:t xml:space="preserve">                      </w:t>
                      </w:r>
                      <w:r w:rsidR="008D263E" w:rsidRPr="00B37E3D">
                        <w:rPr>
                          <w:b/>
                          <w:bCs/>
                          <w:noProof/>
                          <w:lang w:val="it-IT" w:eastAsia="it-IT"/>
                        </w:rPr>
                        <w:drawing>
                          <wp:inline distT="0" distB="0" distL="0" distR="0" wp14:anchorId="3BE90A29" wp14:editId="3C52C40E">
                            <wp:extent cx="228600" cy="228600"/>
                            <wp:effectExtent l="0" t="0" r="0" b="0"/>
                            <wp:docPr id="78" name="Immagine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7E3D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</w:t>
                      </w:r>
                      <w:r w:rsidRPr="00B37E3D">
                        <w:rPr>
                          <w:b/>
                          <w:bCs/>
                        </w:rPr>
                        <w:t xml:space="preserve"> DOC_RICONOSCIMENTO</w:t>
                      </w:r>
                    </w:p>
                    <w:p w14:paraId="58A5CDAA" w14:textId="06BC5428" w:rsidR="003233B3" w:rsidRPr="00B37E3D" w:rsidRDefault="008D263E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 w:rsidRPr="00B37E3D">
                        <w:rPr>
                          <w:rFonts w:ascii="Arial" w:hAnsi="Arial"/>
                          <w:b/>
                          <w:noProof/>
                          <w:lang w:val="it-IT" w:eastAsia="it-IT"/>
                        </w:rPr>
                        <w:drawing>
                          <wp:inline distT="0" distB="0" distL="0" distR="0" wp14:anchorId="7637ACB8" wp14:editId="6E6BF6A0">
                            <wp:extent cx="228600" cy="228600"/>
                            <wp:effectExtent l="0" t="0" r="0" b="0"/>
                            <wp:docPr id="79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233B3">
                        <w:rPr>
                          <w:rFonts w:ascii="Arial" w:hAnsi="Arial"/>
                          <w:b/>
                          <w:noProof/>
                        </w:rPr>
                        <w:t xml:space="preserve">  </w:t>
                      </w:r>
                      <w:r w:rsidR="002453D9">
                        <w:rPr>
                          <w:rFonts w:ascii="Arial" w:hAnsi="Arial"/>
                          <w:b/>
                          <w:noProof/>
                        </w:rPr>
                        <w:t>_</w:t>
                      </w:r>
                      <w:r w:rsidR="003233B3">
                        <w:rPr>
                          <w:rFonts w:ascii="Arial" w:hAnsi="Arial"/>
                          <w:b/>
                          <w:noProof/>
                        </w:rPr>
                        <w:t>VincA_2</w:t>
                      </w:r>
                    </w:p>
                    <w:p w14:paraId="6BCFDCB4" w14:textId="25E8854C" w:rsidR="003233B3" w:rsidRDefault="008D263E" w:rsidP="003233B3">
                      <w:r w:rsidRPr="00B37E3D"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50EA0947" wp14:editId="16E5E8CC">
                            <wp:extent cx="228600" cy="228600"/>
                            <wp:effectExtent l="0" t="0" r="0" b="0"/>
                            <wp:docPr id="80" name="Immagin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233B3">
                        <w:t xml:space="preserve"> </w:t>
                      </w:r>
                      <w:r w:rsidR="003233B3" w:rsidRPr="002453D9">
                        <w:rPr>
                          <w:b/>
                          <w:bCs/>
                        </w:rPr>
                        <w:t xml:space="preserve"> </w:t>
                      </w:r>
                      <w:r w:rsidR="002453D9">
                        <w:t>_</w:t>
                      </w:r>
                      <w:r w:rsidR="003233B3">
                        <w:rPr>
                          <w:rFonts w:ascii="Arial" w:hAnsi="Arial"/>
                          <w:b/>
                          <w:noProof/>
                        </w:rPr>
                        <w:t>VincA_3</w:t>
                      </w:r>
                    </w:p>
                    <w:p w14:paraId="1888072E" w14:textId="036D7C45" w:rsidR="00C01CA6" w:rsidRDefault="003233B3" w:rsidP="003233B3">
                      <w:pPr>
                        <w:rPr>
                          <w:b/>
                          <w:bCs/>
                        </w:rPr>
                      </w:pPr>
                      <w:r>
                        <w:t xml:space="preserve">    </w:t>
                      </w:r>
                      <w:r w:rsidR="008D263E" w:rsidRPr="003233B3">
                        <w:rPr>
                          <w:b/>
                          <w:bCs/>
                          <w:noProof/>
                          <w:lang w:val="it-IT" w:eastAsia="it-IT"/>
                        </w:rPr>
                        <w:drawing>
                          <wp:inline distT="0" distB="0" distL="0" distR="0" wp14:anchorId="3D72BB24" wp14:editId="76C18A75">
                            <wp:extent cx="485775" cy="247650"/>
                            <wp:effectExtent l="0" t="0" r="0" b="0"/>
                            <wp:docPr id="82" name="Immagin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24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="008D263E" w:rsidRPr="00B37E3D">
                        <w:rPr>
                          <w:b/>
                          <w:bCs/>
                          <w:noProof/>
                          <w:lang w:val="it-IT" w:eastAsia="it-IT"/>
                        </w:rPr>
                        <w:drawing>
                          <wp:inline distT="0" distB="0" distL="0" distR="0" wp14:anchorId="75821F74" wp14:editId="25872C38">
                            <wp:extent cx="228600" cy="228600"/>
                            <wp:effectExtent l="0" t="0" r="0" b="0"/>
                            <wp:docPr id="81" name="Immagin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37E3D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  </w:t>
                      </w:r>
                      <w:r w:rsidRPr="00B37E3D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DATI_TERRITORIALI_GEROREF</w:t>
                      </w:r>
                    </w:p>
                    <w:p w14:paraId="7001428C" w14:textId="629AC447" w:rsidR="008D263E" w:rsidRDefault="00C01CA6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 w:rsidRPr="00B37E3D"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41A106C9" wp14:editId="598E1446">
                            <wp:extent cx="228600" cy="228600"/>
                            <wp:effectExtent l="0" t="0" r="0" b="0"/>
                            <wp:docPr id="1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/>
                          <w:b/>
                          <w:noProof/>
                        </w:rPr>
                        <w:t xml:space="preserve"> VincA_4</w:t>
                      </w:r>
                    </w:p>
                    <w:p w14:paraId="65B87899" w14:textId="77777777" w:rsidR="00C01CA6" w:rsidRDefault="00C01CA6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</w:p>
                    <w:p w14:paraId="774730D4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Strumento operativo  Windowes xp;</w:t>
                      </w:r>
                    </w:p>
                    <w:p w14:paraId="01293BBE" w14:textId="57FF6FEE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Software utilizzati per la produzione;</w:t>
                      </w:r>
                    </w:p>
                    <w:p w14:paraId="25E58BEA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Office</w:t>
                      </w:r>
                    </w:p>
                    <w:p w14:paraId="72356A12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 xml:space="preserve">Autocad 2016 </w:t>
                      </w:r>
                    </w:p>
                    <w:p w14:paraId="0633269F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Software necessari per la visualizzazione:</w:t>
                      </w:r>
                    </w:p>
                    <w:p w14:paraId="735D572F" w14:textId="77777777" w:rsidR="003233B3" w:rsidRDefault="003233B3" w:rsidP="003233B3">
                      <w:pPr>
                        <w:rPr>
                          <w:rFonts w:ascii="Arial" w:hAnsi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Adobe reader</w:t>
                      </w:r>
                    </w:p>
                    <w:p w14:paraId="5EE69378" w14:textId="77777777" w:rsidR="003233B3" w:rsidRDefault="003233B3" w:rsidP="003233B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noProof/>
                        </w:rPr>
                        <w:t>Google earth</w:t>
                      </w:r>
                    </w:p>
                  </w:txbxContent>
                </v:textbox>
              </v:shape>
            </w:pict>
          </mc:Fallback>
        </mc:AlternateContent>
      </w:r>
      <w:r w:rsidR="008D263E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3B9C2D" wp14:editId="51F53487">
                <wp:simplePos x="0" y="0"/>
                <wp:positionH relativeFrom="page">
                  <wp:posOffset>6153785</wp:posOffset>
                </wp:positionH>
                <wp:positionV relativeFrom="page">
                  <wp:posOffset>6748145</wp:posOffset>
                </wp:positionV>
                <wp:extent cx="868680" cy="84582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76118" w14:textId="7B44A270" w:rsidR="00756102" w:rsidRDefault="00756102" w:rsidP="00B37E3D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83B9C2D" id="Text Box 6" o:spid="_x0000_s1028" type="#_x0000_t202" style="position:absolute;margin-left:484.55pt;margin-top:531.35pt;width:68.4pt;height:66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" filled="f" stroked="f">
                <v:textbox>
                  <w:txbxContent>
                    <w:p w14:paraId="78C76118" w14:textId="7B44A270" w:rsidR="00756102" w:rsidRDefault="00756102" w:rsidP="00B37E3D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A76EF">
        <w:t xml:space="preserve"> </w:t>
      </w:r>
      <w:r w:rsidR="003233B3">
        <w:t xml:space="preserve">                                                                                                                                           </w:t>
      </w:r>
    </w:p>
    <w:p w14:paraId="743A00CD" w14:textId="77777777" w:rsidR="00756102" w:rsidRDefault="00756102"/>
    <w:p w14:paraId="703DA065" w14:textId="232F129D" w:rsidR="00756102" w:rsidRDefault="00756102"/>
    <w:p w14:paraId="073F4080" w14:textId="3E7A36F4" w:rsidR="00756102" w:rsidRDefault="008D263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7923078" wp14:editId="5BEA16D1">
                <wp:simplePos x="0" y="0"/>
                <wp:positionH relativeFrom="page">
                  <wp:posOffset>1153160</wp:posOffset>
                </wp:positionH>
                <wp:positionV relativeFrom="page">
                  <wp:posOffset>1257300</wp:posOffset>
                </wp:positionV>
                <wp:extent cx="4105275" cy="334327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05440" w14:textId="099E113D" w:rsidR="00756102" w:rsidRDefault="00756102">
                            <w:pPr>
                              <w:rPr>
                                <w:rFonts w:ascii="Garamond" w:hAnsi="Garamond"/>
                                <w:i/>
                                <w:iCs/>
                                <w:color w:val="FFFF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7923078" id="Text Box 2" o:spid="_x0000_s1029" type="#_x0000_t202" style="position:absolute;margin-left:90.8pt;margin-top:99pt;width:323.25pt;height:263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" filled="f" stroked="f">
                <v:textbox>
                  <w:txbxContent>
                    <w:p w14:paraId="33E05440" w14:textId="099E113D" w:rsidR="00756102" w:rsidRDefault="00756102">
                      <w:pPr>
                        <w:rPr>
                          <w:rFonts w:ascii="Garamond" w:hAnsi="Garamond"/>
                          <w:i/>
                          <w:iCs/>
                          <w:color w:val="FFFF99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6102">
        <w:t xml:space="preserve">        </w:t>
      </w:r>
    </w:p>
    <w:p w14:paraId="209A2114" w14:textId="77777777" w:rsidR="00756102" w:rsidRDefault="00756102"/>
    <w:p w14:paraId="53F3C70B" w14:textId="77777777" w:rsidR="00756102" w:rsidRDefault="00756102">
      <w:r>
        <w:t xml:space="preserve">          </w:t>
      </w:r>
    </w:p>
    <w:p w14:paraId="4A27D57A" w14:textId="77777777" w:rsidR="00756102" w:rsidRDefault="00756102"/>
    <w:p w14:paraId="7535730C" w14:textId="77777777" w:rsidR="00756102" w:rsidRDefault="00756102"/>
    <w:p w14:paraId="1E8B8960" w14:textId="438DA27D" w:rsidR="00756102" w:rsidRDefault="008D263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B8E2653" wp14:editId="0B75DC35">
                <wp:simplePos x="0" y="0"/>
                <wp:positionH relativeFrom="column">
                  <wp:posOffset>4846320</wp:posOffset>
                </wp:positionH>
                <wp:positionV relativeFrom="paragraph">
                  <wp:posOffset>133985</wp:posOffset>
                </wp:positionV>
                <wp:extent cx="466725" cy="228600"/>
                <wp:effectExtent l="0" t="0" r="0" b="0"/>
                <wp:wrapNone/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228600"/>
                        </a:xfrm>
                        <a:prstGeom prst="bentConnector3">
                          <a:avLst>
                            <a:gd name="adj1" fmla="val 519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D1F027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0" o:spid="_x0000_s1026" type="#_x0000_t34" style="position:absolute;margin-left:381.6pt;margin-top:10.55pt;width:36.75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" adj="11226"/>
            </w:pict>
          </mc:Fallback>
        </mc:AlternateContent>
      </w:r>
    </w:p>
    <w:p w14:paraId="6A21DEA5" w14:textId="77777777" w:rsidR="00756102" w:rsidRDefault="00756102"/>
    <w:p w14:paraId="306757AE" w14:textId="77777777" w:rsidR="00756102" w:rsidRDefault="00756102"/>
    <w:p w14:paraId="079B6BBB" w14:textId="77777777" w:rsidR="00756102" w:rsidRDefault="00756102"/>
    <w:p w14:paraId="70809D47" w14:textId="77777777" w:rsidR="00756102" w:rsidRDefault="00756102"/>
    <w:p w14:paraId="111E9D6A" w14:textId="066F256E" w:rsidR="00756102" w:rsidRDefault="008D263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E34025" wp14:editId="44979655">
                <wp:simplePos x="0" y="0"/>
                <wp:positionH relativeFrom="page">
                  <wp:posOffset>6303645</wp:posOffset>
                </wp:positionH>
                <wp:positionV relativeFrom="page">
                  <wp:posOffset>3067050</wp:posOffset>
                </wp:positionV>
                <wp:extent cx="868680" cy="3429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C29D4" w14:textId="18448617" w:rsidR="00756102" w:rsidRDefault="00756102" w:rsidP="00B37E3D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E34025" id="Text Box 8" o:spid="_x0000_s1030" type="#_x0000_t202" style="position:absolute;margin-left:496.35pt;margin-top:241.5pt;width:68.4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" filled="f" stroked="f">
                <v:textbox>
                  <w:txbxContent>
                    <w:p w14:paraId="4ABC29D4" w14:textId="18448617" w:rsidR="00756102" w:rsidRDefault="00756102" w:rsidP="00B37E3D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E899F48" w14:textId="77777777" w:rsidR="00756102" w:rsidRDefault="00756102"/>
    <w:p w14:paraId="60B07AB3" w14:textId="77777777" w:rsidR="00756102" w:rsidRDefault="00756102">
      <w:pPr>
        <w:jc w:val="center"/>
      </w:pPr>
    </w:p>
    <w:p w14:paraId="6D60144B" w14:textId="77777777" w:rsidR="00756102" w:rsidRDefault="00756102"/>
    <w:p w14:paraId="19F77756" w14:textId="77777777" w:rsidR="00756102" w:rsidRDefault="00756102"/>
    <w:p w14:paraId="45A9DBE8" w14:textId="77777777" w:rsidR="00756102" w:rsidRDefault="00756102"/>
    <w:p w14:paraId="20663FEE" w14:textId="77777777" w:rsidR="00756102" w:rsidRDefault="00756102"/>
    <w:p w14:paraId="0DAF4F7A" w14:textId="77777777" w:rsidR="00756102" w:rsidRDefault="00756102"/>
    <w:p w14:paraId="1988AFC6" w14:textId="77777777" w:rsidR="00756102" w:rsidRDefault="00756102"/>
    <w:p w14:paraId="2BCBF81A" w14:textId="77777777" w:rsidR="00756102" w:rsidRDefault="00756102"/>
    <w:p w14:paraId="4AF9C7A0" w14:textId="77777777" w:rsidR="00756102" w:rsidRDefault="00756102"/>
    <w:p w14:paraId="6B6C1838" w14:textId="4BFEAC18" w:rsidR="00756102" w:rsidRDefault="00756102"/>
    <w:p w14:paraId="041CE3B2" w14:textId="622FA6E4" w:rsidR="00B37E3D" w:rsidRDefault="00B37E3D"/>
    <w:p w14:paraId="5922695F" w14:textId="1831349C" w:rsidR="008D263E" w:rsidRDefault="008D263E"/>
    <w:p w14:paraId="32BC0902" w14:textId="72B25E60" w:rsidR="008D263E" w:rsidRDefault="008D263E"/>
    <w:p w14:paraId="3FDB821C" w14:textId="631B421D" w:rsidR="008D263E" w:rsidRDefault="008D263E"/>
    <w:p w14:paraId="27C4397D" w14:textId="2DDE39EB" w:rsidR="008D263E" w:rsidRDefault="008D263E"/>
    <w:p w14:paraId="4160A71D" w14:textId="5F27887D" w:rsidR="008D263E" w:rsidRDefault="008D263E"/>
    <w:p w14:paraId="0AAC0439" w14:textId="042AA5E6" w:rsidR="008D263E" w:rsidRDefault="008D263E"/>
    <w:p w14:paraId="732B1BF4" w14:textId="57DC50B5" w:rsidR="008D263E" w:rsidRDefault="008D263E"/>
    <w:p w14:paraId="3A110D57" w14:textId="3B39976D" w:rsidR="008D263E" w:rsidRDefault="008D263E"/>
    <w:p w14:paraId="2B72FBC1" w14:textId="7530D5B4" w:rsidR="008D263E" w:rsidRDefault="008D263E"/>
    <w:p w14:paraId="6D835C3D" w14:textId="6376881E" w:rsidR="008D263E" w:rsidRDefault="008D263E"/>
    <w:p w14:paraId="5550DFC2" w14:textId="1AA4EECB" w:rsidR="008D263E" w:rsidRDefault="008D263E"/>
    <w:p w14:paraId="4469A901" w14:textId="24855B3D" w:rsidR="008D263E" w:rsidRDefault="008D263E"/>
    <w:p w14:paraId="2B09FEC4" w14:textId="397F633F" w:rsidR="008D263E" w:rsidRDefault="008D263E"/>
    <w:p w14:paraId="670F2AA5" w14:textId="4BE3F613" w:rsidR="008D263E" w:rsidRDefault="008D263E"/>
    <w:p w14:paraId="03641398" w14:textId="315055C8" w:rsidR="008D263E" w:rsidRDefault="008D263E"/>
    <w:p w14:paraId="71F7AFE5" w14:textId="4623E704" w:rsidR="008D263E" w:rsidRDefault="008D263E"/>
    <w:p w14:paraId="6A6263FC" w14:textId="77777777" w:rsidR="008D263E" w:rsidRDefault="008D263E"/>
    <w:p w14:paraId="3E7A7401" w14:textId="7AC12EFD" w:rsidR="00B37E3D" w:rsidRDefault="00B37E3D"/>
    <w:p w14:paraId="60349DF0" w14:textId="2FF40D28" w:rsidR="00B37E3D" w:rsidRDefault="00B37E3D"/>
    <w:p w14:paraId="420A6D8E" w14:textId="2531B264" w:rsidR="00B37E3D" w:rsidRDefault="00B37E3D"/>
    <w:p w14:paraId="6836EC13" w14:textId="40A98010" w:rsidR="00B37E3D" w:rsidRDefault="00C01CA6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4234A72B" wp14:editId="6E553E26">
                <wp:simplePos x="0" y="0"/>
                <wp:positionH relativeFrom="column">
                  <wp:posOffset>997585</wp:posOffset>
                </wp:positionH>
                <wp:positionV relativeFrom="paragraph">
                  <wp:posOffset>32385</wp:posOffset>
                </wp:positionV>
                <wp:extent cx="3676650" cy="3790950"/>
                <wp:effectExtent l="19050" t="19050" r="19050" b="1905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37909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1EFD" w14:textId="599FB3A3" w:rsidR="008D263E" w:rsidRDefault="008D263E" w:rsidP="00B37E3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EBB6B59" w14:textId="57122E31" w:rsidR="008D263E" w:rsidRDefault="008D263E" w:rsidP="00B37E3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DDB08F3" w14:textId="23FA5B80" w:rsidR="008D263E" w:rsidRDefault="008D263E" w:rsidP="00C25CE9">
                            <w:pPr>
                              <w:shd w:val="clear" w:color="auto" w:fill="FFFFFF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</w:t>
                            </w:r>
                            <w:r w:rsidR="00C25CE9">
                              <w:rPr>
                                <w:b/>
                                <w:bCs/>
                              </w:rPr>
                              <w:t xml:space="preserve">                          </w:t>
                            </w:r>
                            <w:r w:rsidRPr="00C25CE9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PUNT</w:t>
                            </w:r>
                            <w:r w:rsidR="00C25CE9" w:rsidRPr="00C25CE9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O</w:t>
                            </w:r>
                            <w:r w:rsidRPr="00C25CE9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 DI CONTATTO</w:t>
                            </w:r>
                          </w:p>
                          <w:p w14:paraId="330B3BF2" w14:textId="77777777" w:rsidR="008D263E" w:rsidRDefault="008D263E" w:rsidP="00B37E3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2B942A6" w14:textId="233BFCBB" w:rsidR="008D263E" w:rsidRPr="00C25CE9" w:rsidRDefault="003D4B91" w:rsidP="008D263E">
                            <w:pPr>
                              <w:pBdr>
                                <w:top w:val="single" w:sz="18" w:space="1" w:color="00B050"/>
                                <w:left w:val="single" w:sz="18" w:space="4" w:color="00B050"/>
                                <w:bottom w:val="single" w:sz="18" w:space="1" w:color="00B050"/>
                                <w:right w:val="single" w:sz="18" w:space="4" w:color="00B050"/>
                              </w:pBdr>
                              <w:spacing w:line="240" w:lineRule="atLeast"/>
                              <w:jc w:val="center"/>
                              <w:rPr>
                                <w:rFonts w:ascii="Albertus" w:hAnsi="Albertus" w:cs="GothicE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lbertus" w:hAnsi="Albertus" w:cs="GothicE"/>
                                <w:b/>
                                <w:sz w:val="28"/>
                                <w:szCs w:val="28"/>
                              </w:rPr>
                              <w:t>PALMESE DELIA</w:t>
                            </w:r>
                          </w:p>
                          <w:p w14:paraId="1CE16AB0" w14:textId="78389D4F" w:rsidR="008D263E" w:rsidRDefault="008D263E" w:rsidP="008D263E">
                            <w:pPr>
                              <w:shd w:val="clear" w:color="auto" w:fill="FFFFFF"/>
                              <w:jc w:val="center"/>
                              <w:rPr>
                                <w:rFonts w:ascii="Century Gothic" w:eastAsia="Arial Unicode MS" w:hAnsi="Century Gothic" w:cs="Arial Unicode MS"/>
                                <w:color w:val="3366FF"/>
                                <w:sz w:val="18"/>
                                <w:szCs w:val="18"/>
                              </w:rPr>
                            </w:pPr>
                          </w:p>
                          <w:p w14:paraId="2EF7CFDE" w14:textId="77777777" w:rsidR="008D263E" w:rsidRDefault="008D263E" w:rsidP="008D263E">
                            <w:pPr>
                              <w:shd w:val="clear" w:color="auto" w:fill="FFFFFF"/>
                              <w:jc w:val="center"/>
                              <w:rPr>
                                <w:rFonts w:ascii="Century Gothic" w:eastAsia="Arial Unicode MS" w:hAnsi="Century Gothic" w:cs="Arial Unicode MS"/>
                                <w:color w:val="3366FF"/>
                                <w:sz w:val="18"/>
                                <w:szCs w:val="18"/>
                              </w:rPr>
                            </w:pPr>
                          </w:p>
                          <w:p w14:paraId="2F120F17" w14:textId="5A4FA974" w:rsidR="00C25CE9" w:rsidRPr="004316A2" w:rsidRDefault="00942074" w:rsidP="00C25CE9">
                            <w:pPr>
                              <w:shd w:val="clear" w:color="auto" w:fill="FFFFFF"/>
                              <w:jc w:val="center"/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</w:pPr>
                            <w:r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Via </w:t>
                            </w:r>
                            <w:proofErr w:type="spellStart"/>
                            <w:r w:rsidR="004316A2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Provinciale</w:t>
                            </w:r>
                            <w:proofErr w:type="spellEnd"/>
                            <w:r w:rsidR="004316A2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C25CE9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="004316A2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83020</w:t>
                            </w:r>
                          </w:p>
                          <w:p w14:paraId="07CC6BCB" w14:textId="2B11B1C6" w:rsidR="00C25CE9" w:rsidRPr="00C25CE9" w:rsidRDefault="003D4B91" w:rsidP="00C25CE9">
                            <w:pPr>
                              <w:shd w:val="clear" w:color="auto" w:fill="FFFFFF"/>
                              <w:jc w:val="center"/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Quindici</w:t>
                            </w:r>
                            <w:proofErr w:type="spellEnd"/>
                            <w:r w:rsidR="00C25CE9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 (AV</w:t>
                            </w:r>
                            <w:r w:rsidR="00C25CE9" w:rsidRPr="00C25CE9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15042D4F" w14:textId="728A051C" w:rsidR="00C25CE9" w:rsidRPr="00C25CE9" w:rsidRDefault="00C25CE9" w:rsidP="00C25CE9">
                            <w:pPr>
                              <w:shd w:val="clear" w:color="auto" w:fill="FFFFFF"/>
                              <w:jc w:val="center"/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</w:pPr>
                            <w:r w:rsidRPr="00C25CE9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Cell: </w:t>
                            </w:r>
                            <w:r w:rsidR="003D4B91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3317715371</w:t>
                            </w:r>
                          </w:p>
                          <w:p w14:paraId="6D88EDE0" w14:textId="647F2CE6" w:rsidR="008D263E" w:rsidRDefault="00C25CE9" w:rsidP="004316A2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Pec</w:t>
                            </w:r>
                            <w:proofErr w:type="spellEnd"/>
                            <w:r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d</w:t>
                            </w:r>
                            <w:r w:rsidR="004316A2" w:rsidRPr="004316A2">
                              <w:rPr>
                                <w:rFonts w:eastAsia="Arial Unicode MS"/>
                                <w:sz w:val="24"/>
                                <w:szCs w:val="24"/>
                              </w:rPr>
                              <w:t>eliapalmese97@pec.it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4A72B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1" type="#_x0000_t202" style="position:absolute;margin-left:78.55pt;margin-top:2.55pt;width:289.5pt;height:29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" o:allowincell="f" strokeweight="3pt">
                <v:fill opacity="32896f"/>
                <v:stroke linestyle="thinThin"/>
                <v:textbox>
                  <w:txbxContent>
                    <w:p w14:paraId="66C61EFD" w14:textId="599FB3A3" w:rsidR="008D263E" w:rsidRDefault="008D263E" w:rsidP="00B37E3D">
                      <w:pPr>
                        <w:rPr>
                          <w:b/>
                          <w:bCs/>
                        </w:rPr>
                      </w:pPr>
                    </w:p>
                    <w:p w14:paraId="5EBB6B59" w14:textId="57122E31" w:rsidR="008D263E" w:rsidRDefault="008D263E" w:rsidP="00B37E3D">
                      <w:pPr>
                        <w:rPr>
                          <w:b/>
                          <w:bCs/>
                        </w:rPr>
                      </w:pPr>
                    </w:p>
                    <w:p w14:paraId="4DDB08F3" w14:textId="23FA5B80" w:rsidR="008D263E" w:rsidRDefault="008D263E" w:rsidP="00C25CE9">
                      <w:pPr>
                        <w:shd w:val="clear" w:color="auto" w:fill="FFFFFF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</w:t>
                      </w:r>
                      <w:r w:rsidR="00C25CE9">
                        <w:rPr>
                          <w:b/>
                          <w:bCs/>
                        </w:rPr>
                        <w:t xml:space="preserve">                          </w:t>
                      </w:r>
                      <w:r w:rsidRPr="00C25CE9">
                        <w:rPr>
                          <w:rFonts w:eastAsia="Arial Unicode MS"/>
                          <w:sz w:val="24"/>
                          <w:szCs w:val="24"/>
                        </w:rPr>
                        <w:t>PUNT</w:t>
                      </w:r>
                      <w:r w:rsidR="00C25CE9" w:rsidRPr="00C25CE9">
                        <w:rPr>
                          <w:rFonts w:eastAsia="Arial Unicode MS"/>
                          <w:sz w:val="24"/>
                          <w:szCs w:val="24"/>
                        </w:rPr>
                        <w:t>O</w:t>
                      </w:r>
                      <w:r w:rsidRPr="00C25CE9">
                        <w:rPr>
                          <w:rFonts w:eastAsia="Arial Unicode MS"/>
                          <w:sz w:val="24"/>
                          <w:szCs w:val="24"/>
                        </w:rPr>
                        <w:t xml:space="preserve"> DI CONTATTO</w:t>
                      </w:r>
                    </w:p>
                    <w:p w14:paraId="330B3BF2" w14:textId="77777777" w:rsidR="008D263E" w:rsidRDefault="008D263E" w:rsidP="00B37E3D">
                      <w:pPr>
                        <w:rPr>
                          <w:b/>
                          <w:bCs/>
                        </w:rPr>
                      </w:pPr>
                    </w:p>
                    <w:p w14:paraId="02B942A6" w14:textId="233BFCBB" w:rsidR="008D263E" w:rsidRPr="00C25CE9" w:rsidRDefault="003D4B91" w:rsidP="008D263E">
                      <w:pPr>
                        <w:pBdr>
                          <w:top w:val="single" w:sz="18" w:space="1" w:color="00B050"/>
                          <w:left w:val="single" w:sz="18" w:space="4" w:color="00B050"/>
                          <w:bottom w:val="single" w:sz="18" w:space="1" w:color="00B050"/>
                          <w:right w:val="single" w:sz="18" w:space="4" w:color="00B050"/>
                        </w:pBdr>
                        <w:spacing w:line="240" w:lineRule="atLeast"/>
                        <w:jc w:val="center"/>
                        <w:rPr>
                          <w:rFonts w:ascii="Albertus" w:hAnsi="Albertus" w:cs="GothicE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lbertus" w:hAnsi="Albertus" w:cs="GothicE"/>
                          <w:b/>
                          <w:sz w:val="28"/>
                          <w:szCs w:val="28"/>
                        </w:rPr>
                        <w:t>PALMESE DELIA</w:t>
                      </w:r>
                    </w:p>
                    <w:p w14:paraId="1CE16AB0" w14:textId="78389D4F" w:rsidR="008D263E" w:rsidRDefault="008D263E" w:rsidP="008D263E">
                      <w:pPr>
                        <w:shd w:val="clear" w:color="auto" w:fill="FFFFFF"/>
                        <w:jc w:val="center"/>
                        <w:rPr>
                          <w:rFonts w:ascii="Century Gothic" w:eastAsia="Arial Unicode MS" w:hAnsi="Century Gothic" w:cs="Arial Unicode MS"/>
                          <w:color w:val="3366FF"/>
                          <w:sz w:val="18"/>
                          <w:szCs w:val="18"/>
                        </w:rPr>
                      </w:pPr>
                    </w:p>
                    <w:p w14:paraId="2EF7CFDE" w14:textId="77777777" w:rsidR="008D263E" w:rsidRDefault="008D263E" w:rsidP="008D263E">
                      <w:pPr>
                        <w:shd w:val="clear" w:color="auto" w:fill="FFFFFF"/>
                        <w:jc w:val="center"/>
                        <w:rPr>
                          <w:rFonts w:ascii="Century Gothic" w:eastAsia="Arial Unicode MS" w:hAnsi="Century Gothic" w:cs="Arial Unicode MS"/>
                          <w:color w:val="3366FF"/>
                          <w:sz w:val="18"/>
                          <w:szCs w:val="18"/>
                        </w:rPr>
                      </w:pPr>
                    </w:p>
                    <w:p w14:paraId="2F120F17" w14:textId="5A4FA974" w:rsidR="00C25CE9" w:rsidRPr="004316A2" w:rsidRDefault="00942074" w:rsidP="00C25CE9">
                      <w:pPr>
                        <w:shd w:val="clear" w:color="auto" w:fill="FFFFFF"/>
                        <w:jc w:val="center"/>
                        <w:rPr>
                          <w:rFonts w:eastAsia="Arial Unicode MS"/>
                          <w:sz w:val="24"/>
                          <w:szCs w:val="24"/>
                        </w:rPr>
                      </w:pPr>
                      <w:r w:rsidRPr="004316A2">
                        <w:rPr>
                          <w:rFonts w:eastAsia="Arial Unicode MS"/>
                          <w:sz w:val="24"/>
                          <w:szCs w:val="24"/>
                        </w:rPr>
                        <w:t xml:space="preserve">Via </w:t>
                      </w:r>
                      <w:proofErr w:type="spellStart"/>
                      <w:r w:rsidR="004316A2" w:rsidRPr="004316A2">
                        <w:rPr>
                          <w:rFonts w:eastAsia="Arial Unicode MS"/>
                          <w:sz w:val="24"/>
                          <w:szCs w:val="24"/>
                        </w:rPr>
                        <w:t>Provinciale</w:t>
                      </w:r>
                      <w:proofErr w:type="spellEnd"/>
                      <w:r w:rsidR="004316A2" w:rsidRPr="004316A2">
                        <w:rPr>
                          <w:rFonts w:eastAsia="Arial Unicode MS"/>
                          <w:sz w:val="24"/>
                          <w:szCs w:val="24"/>
                        </w:rPr>
                        <w:t xml:space="preserve"> 1</w:t>
                      </w:r>
                      <w:r w:rsidR="00C25CE9" w:rsidRPr="004316A2">
                        <w:rPr>
                          <w:rFonts w:eastAsia="Arial Unicode MS"/>
                          <w:sz w:val="24"/>
                          <w:szCs w:val="24"/>
                        </w:rPr>
                        <w:t xml:space="preserve">– </w:t>
                      </w:r>
                      <w:r w:rsidR="004316A2" w:rsidRPr="004316A2">
                        <w:rPr>
                          <w:rFonts w:eastAsia="Arial Unicode MS"/>
                          <w:sz w:val="24"/>
                          <w:szCs w:val="24"/>
                        </w:rPr>
                        <w:t>83020</w:t>
                      </w:r>
                    </w:p>
                    <w:p w14:paraId="07CC6BCB" w14:textId="2B11B1C6" w:rsidR="00C25CE9" w:rsidRPr="00C25CE9" w:rsidRDefault="003D4B91" w:rsidP="00C25CE9">
                      <w:pPr>
                        <w:shd w:val="clear" w:color="auto" w:fill="FFFFFF"/>
                        <w:jc w:val="center"/>
                        <w:rPr>
                          <w:rFonts w:eastAsia="Arial Unicode MS"/>
                          <w:sz w:val="24"/>
                          <w:szCs w:val="24"/>
                        </w:rPr>
                      </w:pPr>
                      <w:proofErr w:type="spellStart"/>
                      <w:r w:rsidRPr="004316A2">
                        <w:rPr>
                          <w:rFonts w:eastAsia="Arial Unicode MS"/>
                          <w:sz w:val="24"/>
                          <w:szCs w:val="24"/>
                        </w:rPr>
                        <w:t>Quindici</w:t>
                      </w:r>
                      <w:proofErr w:type="spellEnd"/>
                      <w:r w:rsidR="00C25CE9" w:rsidRPr="004316A2">
                        <w:rPr>
                          <w:rFonts w:eastAsia="Arial Unicode MS"/>
                          <w:sz w:val="24"/>
                          <w:szCs w:val="24"/>
                        </w:rPr>
                        <w:t xml:space="preserve"> (AV</w:t>
                      </w:r>
                      <w:r w:rsidR="00C25CE9" w:rsidRPr="00C25CE9">
                        <w:rPr>
                          <w:rFonts w:eastAsia="Arial Unicode MS"/>
                          <w:sz w:val="24"/>
                          <w:szCs w:val="24"/>
                        </w:rPr>
                        <w:t>)</w:t>
                      </w:r>
                    </w:p>
                    <w:p w14:paraId="15042D4F" w14:textId="728A051C" w:rsidR="00C25CE9" w:rsidRPr="00C25CE9" w:rsidRDefault="00C25CE9" w:rsidP="00C25CE9">
                      <w:pPr>
                        <w:shd w:val="clear" w:color="auto" w:fill="FFFFFF"/>
                        <w:jc w:val="center"/>
                        <w:rPr>
                          <w:rFonts w:eastAsia="Arial Unicode MS"/>
                          <w:sz w:val="24"/>
                          <w:szCs w:val="24"/>
                        </w:rPr>
                      </w:pPr>
                      <w:r w:rsidRPr="00C25CE9">
                        <w:rPr>
                          <w:rFonts w:eastAsia="Arial Unicode MS"/>
                          <w:sz w:val="24"/>
                          <w:szCs w:val="24"/>
                        </w:rPr>
                        <w:t xml:space="preserve">Cell: </w:t>
                      </w:r>
                      <w:r w:rsidR="003D4B91">
                        <w:rPr>
                          <w:rFonts w:eastAsia="Arial Unicode MS"/>
                          <w:sz w:val="24"/>
                          <w:szCs w:val="24"/>
                        </w:rPr>
                        <w:t>3317715371</w:t>
                      </w:r>
                    </w:p>
                    <w:p w14:paraId="6D88EDE0" w14:textId="647F2CE6" w:rsidR="008D263E" w:rsidRDefault="00C25CE9" w:rsidP="004316A2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</w:rPr>
                      </w:pPr>
                      <w:proofErr w:type="spellStart"/>
                      <w:r w:rsidRPr="004316A2">
                        <w:rPr>
                          <w:rFonts w:eastAsia="Arial Unicode MS"/>
                          <w:sz w:val="24"/>
                          <w:szCs w:val="24"/>
                        </w:rPr>
                        <w:t>Pec</w:t>
                      </w:r>
                      <w:proofErr w:type="spellEnd"/>
                      <w:r w:rsidRPr="004316A2">
                        <w:rPr>
                          <w:rFonts w:eastAsia="Arial Unicode MS"/>
                          <w:sz w:val="24"/>
                          <w:szCs w:val="24"/>
                        </w:rPr>
                        <w:t xml:space="preserve">: </w:t>
                      </w:r>
                      <w:r w:rsidR="004316A2">
                        <w:rPr>
                          <w:rFonts w:eastAsia="Arial Unicode MS"/>
                          <w:sz w:val="24"/>
                          <w:szCs w:val="24"/>
                        </w:rPr>
                        <w:t>d</w:t>
                      </w:r>
                      <w:r w:rsidR="004316A2" w:rsidRPr="004316A2">
                        <w:rPr>
                          <w:rFonts w:eastAsia="Arial Unicode MS"/>
                          <w:sz w:val="24"/>
                          <w:szCs w:val="24"/>
                        </w:rPr>
                        <w:t>eliapalmese97@pec.it</w:t>
                      </w:r>
                    </w:p>
                  </w:txbxContent>
                </v:textbox>
              </v:shape>
            </w:pict>
          </mc:Fallback>
        </mc:AlternateContent>
      </w:r>
    </w:p>
    <w:p w14:paraId="3D91FC69" w14:textId="248D2C53" w:rsidR="00B37E3D" w:rsidRDefault="00B37E3D"/>
    <w:p w14:paraId="56EA405F" w14:textId="40A974EC" w:rsidR="00B37E3D" w:rsidRDefault="00B37E3D"/>
    <w:p w14:paraId="3A0FD256" w14:textId="2A014F17" w:rsidR="00B37E3D" w:rsidRDefault="00B37E3D">
      <w:pPr>
        <w:tabs>
          <w:tab w:val="left" w:pos="8745"/>
        </w:tabs>
      </w:pPr>
    </w:p>
    <w:p w14:paraId="3888BB51" w14:textId="77777777" w:rsidR="00B37E3D" w:rsidRDefault="00B37E3D">
      <w:pPr>
        <w:tabs>
          <w:tab w:val="left" w:pos="8745"/>
        </w:tabs>
      </w:pPr>
    </w:p>
    <w:p w14:paraId="0436B1F7" w14:textId="77777777" w:rsidR="00B37E3D" w:rsidRDefault="00B37E3D">
      <w:pPr>
        <w:tabs>
          <w:tab w:val="left" w:pos="8745"/>
        </w:tabs>
      </w:pPr>
    </w:p>
    <w:p w14:paraId="1A14CC23" w14:textId="33F7ECF6" w:rsidR="00B37E3D" w:rsidRDefault="00B37E3D">
      <w:pPr>
        <w:tabs>
          <w:tab w:val="left" w:pos="8745"/>
        </w:tabs>
      </w:pPr>
    </w:p>
    <w:p w14:paraId="494A62A6" w14:textId="45B74682" w:rsidR="008D263E" w:rsidRDefault="008D263E">
      <w:pPr>
        <w:tabs>
          <w:tab w:val="left" w:pos="8745"/>
        </w:tabs>
      </w:pPr>
    </w:p>
    <w:p w14:paraId="2318B8A7" w14:textId="0670A6D4" w:rsidR="008D263E" w:rsidRDefault="008D263E">
      <w:pPr>
        <w:tabs>
          <w:tab w:val="left" w:pos="8745"/>
        </w:tabs>
      </w:pPr>
    </w:p>
    <w:p w14:paraId="2ABCC36C" w14:textId="26A1C6C0" w:rsidR="008D263E" w:rsidRDefault="008D263E">
      <w:pPr>
        <w:tabs>
          <w:tab w:val="left" w:pos="8745"/>
        </w:tabs>
      </w:pPr>
    </w:p>
    <w:p w14:paraId="2752764A" w14:textId="2190B3C0" w:rsidR="008D263E" w:rsidRDefault="008D263E">
      <w:pPr>
        <w:tabs>
          <w:tab w:val="left" w:pos="8745"/>
        </w:tabs>
      </w:pPr>
    </w:p>
    <w:p w14:paraId="474C8F70" w14:textId="77777777" w:rsidR="008D263E" w:rsidRDefault="008D263E">
      <w:pPr>
        <w:tabs>
          <w:tab w:val="left" w:pos="8745"/>
        </w:tabs>
      </w:pPr>
    </w:p>
    <w:sectPr w:rsidR="008D263E" w:rsidSect="003233B3">
      <w:pgSz w:w="16839" w:h="11907" w:orient="landscape"/>
      <w:pgMar w:top="1009" w:right="1009" w:bottom="1009" w:left="10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74ED5"/>
    <w:multiLevelType w:val="hybridMultilevel"/>
    <w:tmpl w:val="1756C210"/>
    <w:lvl w:ilvl="0" w:tplc="73285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87"/>
  <w:drawingGridVerticalSpacing w:val="187"/>
  <w:displayVerticalDrawingGridEvery w:val="0"/>
  <w:doNotUseMarginsForDrawingGridOrigin/>
  <w:drawingGridHorizontalOrigin w:val="1699"/>
  <w:drawingGridVerticalOrigin w:val="198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EF"/>
    <w:rsid w:val="002453D9"/>
    <w:rsid w:val="003233B3"/>
    <w:rsid w:val="003D4B91"/>
    <w:rsid w:val="004316A2"/>
    <w:rsid w:val="006A7B15"/>
    <w:rsid w:val="00756102"/>
    <w:rsid w:val="008D263E"/>
    <w:rsid w:val="00925232"/>
    <w:rsid w:val="00942074"/>
    <w:rsid w:val="00B37E3D"/>
    <w:rsid w:val="00B44FFA"/>
    <w:rsid w:val="00C01CA6"/>
    <w:rsid w:val="00C25CE9"/>
    <w:rsid w:val="00DB66D3"/>
    <w:rsid w:val="00EA2383"/>
    <w:rsid w:val="00EA76EF"/>
    <w:rsid w:val="00ED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446B7"/>
  <w15:docId w15:val="{54CA2E85-7A8F-4E59-9B34-F9AB8B40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  <w:szCs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52"/>
      <w:szCs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96"/>
      <w:szCs w:val="96"/>
    </w:rPr>
  </w:style>
  <w:style w:type="paragraph" w:styleId="Corpodeltesto2">
    <w:name w:val="Body Text 2"/>
    <w:basedOn w:val="Normale"/>
    <w:pPr>
      <w:jc w:val="center"/>
    </w:pPr>
    <w:rPr>
      <w:i/>
      <w:sz w:val="52"/>
      <w:szCs w:val="52"/>
    </w:rPr>
  </w:style>
  <w:style w:type="table" w:customStyle="1" w:styleId="Tabellanormale1">
    <w:name w:val="Tabella norma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B66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7E3D"/>
    <w:pPr>
      <w:autoSpaceDE w:val="0"/>
      <w:autoSpaceDN w:val="0"/>
      <w:adjustRightInd w:val="0"/>
    </w:pPr>
    <w:rPr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ED7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emf"/><Relationship Id="rId18" Type="http://schemas.openxmlformats.org/officeDocument/2006/relationships/image" Target="media/image50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40.png"/><Relationship Id="rId2" Type="http://schemas.openxmlformats.org/officeDocument/2006/relationships/customXml" Target="../customXml/item2.xml"/><Relationship Id="rId16" Type="http://schemas.openxmlformats.org/officeDocument/2006/relationships/image" Target="media/image3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Condivisa\APICELLA%20GIUSEPPE\PAGAMENTO%20NAPOLI\tf02815062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B888328A8731147A9E2416CA6C7A65B0400DC6FA6ECFB23F54F9F45EE586A6D0A65" ma:contentTypeVersion="56" ma:contentTypeDescription="Create a new document." ma:contentTypeScope="" ma:versionID="228b134bf96e1a5b9c9704c61745921c">
  <xsd:schema xmlns:xsd="http://www.w3.org/2001/XMLSchema" xmlns:xs="http://www.w3.org/2001/XMLSchema" xmlns:p="http://schemas.microsoft.com/office/2006/metadata/properties" xmlns:ns2="7851d254-ce09-43b6-8d90-072588e7901c" targetNamespace="http://schemas.microsoft.com/office/2006/metadata/properties" ma:root="true" ma:fieldsID="2ff1d067f4e9d0aea350c038b61f1b8d" ns2:_="">
    <xsd:import namespace="7851d254-ce09-43b6-8d90-072588e7901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1d254-ce09-43b6-8d90-072588e7901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9ebba19d-2be4-461d-87e9-c05e5ebbf56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C164E808-44FA-4F5F-91C3-AF5B09309907}" ma:internalName="CSXSubmissionMarket" ma:readOnly="false" ma:showField="MarketName" ma:web="7851d254-ce09-43b6-8d90-072588e7901c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0c66e03a-b58b-4d86-891b-8e445e1562f0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AD356C7F-0981-4C41-B229-50D503AAD5E8}" ma:internalName="InProjectListLookup" ma:readOnly="true" ma:showField="InProjectLis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575b5594-eef4-4833-b257-601720e535bd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AD356C7F-0981-4C41-B229-50D503AAD5E8}" ma:internalName="LastCompleteVersionLookup" ma:readOnly="true" ma:showField="LastComplete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AD356C7F-0981-4C41-B229-50D503AAD5E8}" ma:internalName="LastPreviewErrorLookup" ma:readOnly="true" ma:showField="LastPreviewError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AD356C7F-0981-4C41-B229-50D503AAD5E8}" ma:internalName="LastPreviewResultLookup" ma:readOnly="true" ma:showField="LastPreviewResul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AD356C7F-0981-4C41-B229-50D503AAD5E8}" ma:internalName="LastPreviewAttemptDateLookup" ma:readOnly="true" ma:showField="LastPreviewAttemptDat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AD356C7F-0981-4C41-B229-50D503AAD5E8}" ma:internalName="LastPreviewedByLookup" ma:readOnly="true" ma:showField="LastPreviewedBy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AD356C7F-0981-4C41-B229-50D503AAD5E8}" ma:internalName="LastPreviewTimeLookup" ma:readOnly="true" ma:showField="LastPreviewTi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AD356C7F-0981-4C41-B229-50D503AAD5E8}" ma:internalName="LastPreviewVersionLookup" ma:readOnly="true" ma:showField="LastPreview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AD356C7F-0981-4C41-B229-50D503AAD5E8}" ma:internalName="LastPublishErrorLookup" ma:readOnly="true" ma:showField="LastPublishError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AD356C7F-0981-4C41-B229-50D503AAD5E8}" ma:internalName="LastPublishResultLookup" ma:readOnly="true" ma:showField="LastPublishResul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AD356C7F-0981-4C41-B229-50D503AAD5E8}" ma:internalName="LastPublishAttemptDateLookup" ma:readOnly="true" ma:showField="LastPublishAttemptDat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AD356C7F-0981-4C41-B229-50D503AAD5E8}" ma:internalName="LastPublishedByLookup" ma:readOnly="true" ma:showField="LastPublishedBy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AD356C7F-0981-4C41-B229-50D503AAD5E8}" ma:internalName="LastPublishTimeLookup" ma:readOnly="true" ma:showField="LastPublishTi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AD356C7F-0981-4C41-B229-50D503AAD5E8}" ma:internalName="LastPublishVersionLookup" ma:readOnly="true" ma:showField="LastPublish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17F96094-CC23-4712-BE97-DE1DD51648A2}" ma:internalName="LocLastLocAttemptVersionLookup" ma:readOnly="false" ma:showField="LastLocAttemptVersion" ma:web="7851d254-ce09-43b6-8d90-072588e7901c">
      <xsd:simpleType>
        <xsd:restriction base="dms:Lookup"/>
      </xsd:simpleType>
    </xsd:element>
    <xsd:element name="LocLastLocAttemptVersionTypeLookup" ma:index="71" nillable="true" ma:displayName="Loc Last Loc Attempt Version Type" ma:default="" ma:list="{17F96094-CC23-4712-BE97-DE1DD51648A2}" ma:internalName="LocLastLocAttemptVersionTypeLookup" ma:readOnly="true" ma:showField="LastLocAttemptVersionType" ma:web="7851d254-ce09-43b6-8d90-072588e7901c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17F96094-CC23-4712-BE97-DE1DD51648A2}" ma:internalName="LocNewPublishedVersionLookup" ma:readOnly="true" ma:showField="NewPublishedVersion" ma:web="7851d254-ce09-43b6-8d90-072588e7901c">
      <xsd:simpleType>
        <xsd:restriction base="dms:Lookup"/>
      </xsd:simpleType>
    </xsd:element>
    <xsd:element name="LocOverallHandbackStatusLookup" ma:index="75" nillable="true" ma:displayName="Loc Overall Handback Status" ma:default="" ma:list="{17F96094-CC23-4712-BE97-DE1DD51648A2}" ma:internalName="LocOverallHandbackStatusLookup" ma:readOnly="true" ma:showField="OverallHandbackStatus" ma:web="7851d254-ce09-43b6-8d90-072588e7901c">
      <xsd:simpleType>
        <xsd:restriction base="dms:Lookup"/>
      </xsd:simpleType>
    </xsd:element>
    <xsd:element name="LocOverallLocStatusLookup" ma:index="76" nillable="true" ma:displayName="Loc Overall Localize Status" ma:default="" ma:list="{17F96094-CC23-4712-BE97-DE1DD51648A2}" ma:internalName="LocOverallLocStatusLookup" ma:readOnly="true" ma:showField="OverallLocStatus" ma:web="7851d254-ce09-43b6-8d90-072588e7901c">
      <xsd:simpleType>
        <xsd:restriction base="dms:Lookup"/>
      </xsd:simpleType>
    </xsd:element>
    <xsd:element name="LocOverallPreviewStatusLookup" ma:index="77" nillable="true" ma:displayName="Loc Overall Preview Status" ma:default="" ma:list="{17F96094-CC23-4712-BE97-DE1DD51648A2}" ma:internalName="LocOverallPreviewStatusLookup" ma:readOnly="true" ma:showField="OverallPreviewStatus" ma:web="7851d254-ce09-43b6-8d90-072588e7901c">
      <xsd:simpleType>
        <xsd:restriction base="dms:Lookup"/>
      </xsd:simpleType>
    </xsd:element>
    <xsd:element name="LocOverallPublishStatusLookup" ma:index="78" nillable="true" ma:displayName="Loc Overall Publish Status" ma:default="" ma:list="{17F96094-CC23-4712-BE97-DE1DD51648A2}" ma:internalName="LocOverallPublishStatusLookup" ma:readOnly="true" ma:showField="OverallPublishStatus" ma:web="7851d254-ce09-43b6-8d90-072588e7901c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17F96094-CC23-4712-BE97-DE1DD51648A2}" ma:internalName="LocProcessedForHandoffsLookup" ma:readOnly="true" ma:showField="ProcessedForHandoffs" ma:web="7851d254-ce09-43b6-8d90-072588e7901c">
      <xsd:simpleType>
        <xsd:restriction base="dms:Lookup"/>
      </xsd:simpleType>
    </xsd:element>
    <xsd:element name="LocProcessedForMarketsLookup" ma:index="81" nillable="true" ma:displayName="Loc Processed For Markets" ma:default="" ma:list="{17F96094-CC23-4712-BE97-DE1DD51648A2}" ma:internalName="LocProcessedForMarketsLookup" ma:readOnly="true" ma:showField="ProcessedForMarkets" ma:web="7851d254-ce09-43b6-8d90-072588e7901c">
      <xsd:simpleType>
        <xsd:restriction base="dms:Lookup"/>
      </xsd:simpleType>
    </xsd:element>
    <xsd:element name="LocPublishedDependentAssetsLookup" ma:index="82" nillable="true" ma:displayName="Loc Published Dependent Assets" ma:default="" ma:list="{17F96094-CC23-4712-BE97-DE1DD51648A2}" ma:internalName="LocPublishedDependentAssetsLookup" ma:readOnly="true" ma:showField="PublishedDependentAssets" ma:web="7851d254-ce09-43b6-8d90-072588e7901c">
      <xsd:simpleType>
        <xsd:restriction base="dms:Lookup"/>
      </xsd:simpleType>
    </xsd:element>
    <xsd:element name="LocPublishedLinkedAssetsLookup" ma:index="83" nillable="true" ma:displayName="Loc Published Linked Assets" ma:default="" ma:list="{17F96094-CC23-4712-BE97-DE1DD51648A2}" ma:internalName="LocPublishedLinkedAssetsLookup" ma:readOnly="true" ma:showField="PublishedLinkedAssets" ma:web="7851d254-ce09-43b6-8d90-072588e7901c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b1ddce1b-f703-4c9f-819c-e88ccecfe8e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C164E808-44FA-4F5F-91C3-AF5B09309907}" ma:internalName="Markets" ma:readOnly="false" ma:showField="MarketNa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AD356C7F-0981-4C41-B229-50D503AAD5E8}" ma:internalName="NumOfRatingsLookup" ma:readOnly="true" ma:showField="NumOfRatings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AD356C7F-0981-4C41-B229-50D503AAD5E8}" ma:internalName="PublishStatusLookup" ma:readOnly="false" ma:showField="PublishStatus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3f195d06-aec0-4d35-9b7e-8061da1a1386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73ff1703-6c3c-47c1-ae53-2bc507bafe3b}" ma:internalName="TaxCatchAll" ma:showField="CatchAllData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73ff1703-6c3c-47c1-ae53-2bc507bafe3b}" ma:internalName="TaxCatchAllLabel" ma:readOnly="true" ma:showField="CatchAllDataLabel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7851d254-ce09-43b6-8d90-072588e7901c">false</MarketSpecific>
    <ApprovalStatus xmlns="7851d254-ce09-43b6-8d90-072588e7901c">InProgress</ApprovalStatus>
    <LocComments xmlns="7851d254-ce09-43b6-8d90-072588e7901c" xsi:nil="true"/>
    <DirectSourceMarket xmlns="7851d254-ce09-43b6-8d90-072588e7901c">english</DirectSourceMarket>
    <ThumbnailAssetId xmlns="7851d254-ce09-43b6-8d90-072588e7901c" xsi:nil="true"/>
    <PrimaryImageGen xmlns="7851d254-ce09-43b6-8d90-072588e7901c">true</PrimaryImageGen>
    <LegacyData xmlns="7851d254-ce09-43b6-8d90-072588e7901c" xsi:nil="true"/>
    <TPFriendlyName xmlns="7851d254-ce09-43b6-8d90-072588e7901c" xsi:nil="true"/>
    <NumericId xmlns="7851d254-ce09-43b6-8d90-072588e7901c" xsi:nil="true"/>
    <LocRecommendedHandoff xmlns="7851d254-ce09-43b6-8d90-072588e7901c" xsi:nil="true"/>
    <BlockPublish xmlns="7851d254-ce09-43b6-8d90-072588e7901c">false</BlockPublish>
    <BusinessGroup xmlns="7851d254-ce09-43b6-8d90-072588e7901c" xsi:nil="true"/>
    <OpenTemplate xmlns="7851d254-ce09-43b6-8d90-072588e7901c">true</OpenTemplate>
    <SourceTitle xmlns="7851d254-ce09-43b6-8d90-072588e7901c">CD jewel case label</SourceTitle>
    <APEditor xmlns="7851d254-ce09-43b6-8d90-072588e7901c">
      <UserInfo>
        <DisplayName/>
        <AccountId xsi:nil="true"/>
        <AccountType/>
      </UserInfo>
    </APEditor>
    <UALocComments xmlns="7851d254-ce09-43b6-8d90-072588e7901c">2007 Template UpLeveling Do Not HandOff</UALocComments>
    <IntlLangReviewDate xmlns="7851d254-ce09-43b6-8d90-072588e7901c" xsi:nil="true"/>
    <PublishStatusLookup xmlns="7851d254-ce09-43b6-8d90-072588e7901c">
      <Value>385470</Value>
      <Value>385514</Value>
    </PublishStatusLookup>
    <ParentAssetId xmlns="7851d254-ce09-43b6-8d90-072588e7901c" xsi:nil="true"/>
    <FeatureTagsTaxHTField0 xmlns="7851d254-ce09-43b6-8d90-072588e7901c">
      <Terms xmlns="http://schemas.microsoft.com/office/infopath/2007/PartnerControls"/>
    </FeatureTagsTaxHTField0>
    <MachineTranslated xmlns="7851d254-ce09-43b6-8d90-072588e7901c">false</MachineTranslated>
    <Providers xmlns="7851d254-ce09-43b6-8d90-072588e7901c" xsi:nil="true"/>
    <OriginalSourceMarket xmlns="7851d254-ce09-43b6-8d90-072588e7901c">english</OriginalSourceMarket>
    <APDescription xmlns="7851d254-ce09-43b6-8d90-072588e7901c" xsi:nil="true"/>
    <ContentItem xmlns="7851d254-ce09-43b6-8d90-072588e7901c" xsi:nil="true"/>
    <ClipArtFilename xmlns="7851d254-ce09-43b6-8d90-072588e7901c" xsi:nil="true"/>
    <TPInstallLocation xmlns="7851d254-ce09-43b6-8d90-072588e7901c" xsi:nil="true"/>
    <TimesCloned xmlns="7851d254-ce09-43b6-8d90-072588e7901c" xsi:nil="true"/>
    <PublishTargets xmlns="7851d254-ce09-43b6-8d90-072588e7901c">OfficeOnline,OfficeOnlineVNext</PublishTargets>
    <AcquiredFrom xmlns="7851d254-ce09-43b6-8d90-072588e7901c">Internal MS</AcquiredFrom>
    <AssetStart xmlns="7851d254-ce09-43b6-8d90-072588e7901c">2012-01-12T17:57:00+00:00</AssetStart>
    <FriendlyTitle xmlns="7851d254-ce09-43b6-8d90-072588e7901c" xsi:nil="true"/>
    <Provider xmlns="7851d254-ce09-43b6-8d90-072588e7901c" xsi:nil="true"/>
    <LastHandOff xmlns="7851d254-ce09-43b6-8d90-072588e7901c" xsi:nil="true"/>
    <Manager xmlns="7851d254-ce09-43b6-8d90-072588e7901c" xsi:nil="true"/>
    <UALocRecommendation xmlns="7851d254-ce09-43b6-8d90-072588e7901c">Localize</UALocRecommendation>
    <ArtSampleDocs xmlns="7851d254-ce09-43b6-8d90-072588e7901c" xsi:nil="true"/>
    <UACurrentWords xmlns="7851d254-ce09-43b6-8d90-072588e7901c" xsi:nil="true"/>
    <TPClientViewer xmlns="7851d254-ce09-43b6-8d90-072588e7901c" xsi:nil="true"/>
    <TemplateStatus xmlns="7851d254-ce09-43b6-8d90-072588e7901c">Complete</TemplateStatus>
    <ShowIn xmlns="7851d254-ce09-43b6-8d90-072588e7901c">Show everywhere</ShowIn>
    <CSXHash xmlns="7851d254-ce09-43b6-8d90-072588e7901c" xsi:nil="true"/>
    <Downloads xmlns="7851d254-ce09-43b6-8d90-072588e7901c">0</Downloads>
    <VoteCount xmlns="7851d254-ce09-43b6-8d90-072588e7901c" xsi:nil="true"/>
    <OOCacheId xmlns="7851d254-ce09-43b6-8d90-072588e7901c" xsi:nil="true"/>
    <IsDeleted xmlns="7851d254-ce09-43b6-8d90-072588e7901c">false</IsDeleted>
    <InternalTagsTaxHTField0 xmlns="7851d254-ce09-43b6-8d90-072588e7901c">
      <Terms xmlns="http://schemas.microsoft.com/office/infopath/2007/PartnerControls"/>
    </InternalTagsTaxHTField0>
    <UANotes xmlns="7851d254-ce09-43b6-8d90-072588e7901c">2003 to 2007 conversion</UANotes>
    <AssetExpire xmlns="7851d254-ce09-43b6-8d90-072588e7901c">2035-01-01T08:00:00+00:00</AssetExpire>
    <CSXSubmissionMarket xmlns="7851d254-ce09-43b6-8d90-072588e7901c" xsi:nil="true"/>
    <DSATActionTaken xmlns="7851d254-ce09-43b6-8d90-072588e7901c" xsi:nil="true"/>
    <SubmitterId xmlns="7851d254-ce09-43b6-8d90-072588e7901c" xsi:nil="true"/>
    <EditorialTags xmlns="7851d254-ce09-43b6-8d90-072588e7901c" xsi:nil="true"/>
    <TPExecutable xmlns="7851d254-ce09-43b6-8d90-072588e7901c" xsi:nil="true"/>
    <CSXSubmissionDate xmlns="7851d254-ce09-43b6-8d90-072588e7901c" xsi:nil="true"/>
    <CSXUpdate xmlns="7851d254-ce09-43b6-8d90-072588e7901c">false</CSXUpdate>
    <AssetType xmlns="7851d254-ce09-43b6-8d90-072588e7901c">TP</AssetType>
    <ApprovalLog xmlns="7851d254-ce09-43b6-8d90-072588e7901c" xsi:nil="true"/>
    <BugNumber xmlns="7851d254-ce09-43b6-8d90-072588e7901c" xsi:nil="true"/>
    <OriginAsset xmlns="7851d254-ce09-43b6-8d90-072588e7901c" xsi:nil="true"/>
    <TPComponent xmlns="7851d254-ce09-43b6-8d90-072588e7901c" xsi:nil="true"/>
    <Milestone xmlns="7851d254-ce09-43b6-8d90-072588e7901c" xsi:nil="true"/>
    <RecommendationsModifier xmlns="7851d254-ce09-43b6-8d90-072588e7901c" xsi:nil="true"/>
    <AssetId xmlns="7851d254-ce09-43b6-8d90-072588e7901c">TP102815060</AssetId>
    <PolicheckWords xmlns="7851d254-ce09-43b6-8d90-072588e7901c" xsi:nil="true"/>
    <TPLaunchHelpLink xmlns="7851d254-ce09-43b6-8d90-072588e7901c" xsi:nil="true"/>
    <IntlLocPriority xmlns="7851d254-ce09-43b6-8d90-072588e7901c" xsi:nil="true"/>
    <TPApplication xmlns="7851d254-ce09-43b6-8d90-072588e7901c" xsi:nil="true"/>
    <IntlLangReviewer xmlns="7851d254-ce09-43b6-8d90-072588e7901c" xsi:nil="true"/>
    <HandoffToMSDN xmlns="7851d254-ce09-43b6-8d90-072588e7901c" xsi:nil="true"/>
    <PlannedPubDate xmlns="7851d254-ce09-43b6-8d90-072588e7901c" xsi:nil="true"/>
    <CrawlForDependencies xmlns="7851d254-ce09-43b6-8d90-072588e7901c">false</CrawlForDependencies>
    <LocLastLocAttemptVersionLookup xmlns="7851d254-ce09-43b6-8d90-072588e7901c">778132</LocLastLocAttemptVersionLookup>
    <TrustLevel xmlns="7851d254-ce09-43b6-8d90-072588e7901c">1 Microsoft Managed Content</TrustLevel>
    <CampaignTagsTaxHTField0 xmlns="7851d254-ce09-43b6-8d90-072588e7901c">
      <Terms xmlns="http://schemas.microsoft.com/office/infopath/2007/PartnerControls"/>
    </CampaignTagsTaxHTField0>
    <TPNamespace xmlns="7851d254-ce09-43b6-8d90-072588e7901c" xsi:nil="true"/>
    <TaxCatchAll xmlns="7851d254-ce09-43b6-8d90-072588e7901c"/>
    <IsSearchable xmlns="7851d254-ce09-43b6-8d90-072588e7901c">true</IsSearchable>
    <TemplateTemplateType xmlns="7851d254-ce09-43b6-8d90-072588e7901c">Word 2007 Default</TemplateTemplateType>
    <Markets xmlns="7851d254-ce09-43b6-8d90-072588e7901c"/>
    <IntlLangReview xmlns="7851d254-ce09-43b6-8d90-072588e7901c">false</IntlLangReview>
    <UAProjectedTotalWords xmlns="7851d254-ce09-43b6-8d90-072588e7901c" xsi:nil="true"/>
    <OutputCachingOn xmlns="7851d254-ce09-43b6-8d90-072588e7901c">false</OutputCachingOn>
    <APAuthor xmlns="7851d254-ce09-43b6-8d90-072588e7901c">
      <UserInfo>
        <DisplayName/>
        <AccountId>2721</AccountId>
        <AccountType/>
      </UserInfo>
    </APAuthor>
    <TPCommandLine xmlns="7851d254-ce09-43b6-8d90-072588e7901c" xsi:nil="true"/>
    <LocManualTestRequired xmlns="7851d254-ce09-43b6-8d90-072588e7901c">false</LocManualTestRequired>
    <TPAppVersion xmlns="7851d254-ce09-43b6-8d90-072588e7901c" xsi:nil="true"/>
    <EditorialStatus xmlns="7851d254-ce09-43b6-8d90-072588e7901c" xsi:nil="true"/>
    <LastModifiedDateTime xmlns="7851d254-ce09-43b6-8d90-072588e7901c" xsi:nil="true"/>
    <TPLaunchHelpLinkType xmlns="7851d254-ce09-43b6-8d90-072588e7901c">Template</TPLaunchHelpLinkType>
    <OriginalRelease xmlns="7851d254-ce09-43b6-8d90-072588e7901c">14</OriginalRelease>
    <ScenarioTagsTaxHTField0 xmlns="7851d254-ce09-43b6-8d90-072588e7901c">
      <Terms xmlns="http://schemas.microsoft.com/office/infopath/2007/PartnerControls"/>
    </ScenarioTagsTaxHTField0>
    <LocalizationTagsTaxHTField0 xmlns="7851d254-ce09-43b6-8d90-072588e7901c">
      <Terms xmlns="http://schemas.microsoft.com/office/infopath/2007/PartnerControls"/>
    </LocalizationTagsTaxHTField0>
    <LocMarketGroupTiers2 xmlns="7851d254-ce09-43b6-8d90-072588e790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7E667-F151-48AC-8670-07F02B106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1d254-ce09-43b6-8d90-072588e790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741990-C78D-4AAB-8637-AEF4A0508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F5CDF-0415-4B18-AEEA-86542E19CC5F}">
  <ds:schemaRefs>
    <ds:schemaRef ds:uri="http://schemas.microsoft.com/office/2006/metadata/properties"/>
    <ds:schemaRef ds:uri="http://schemas.microsoft.com/office/infopath/2007/PartnerControls"/>
    <ds:schemaRef ds:uri="7851d254-ce09-43b6-8d90-072588e7901c"/>
  </ds:schemaRefs>
</ds:datastoreItem>
</file>

<file path=customXml/itemProps4.xml><?xml version="1.0" encoding="utf-8"?>
<ds:datastoreItem xmlns:ds="http://schemas.openxmlformats.org/officeDocument/2006/customXml" ds:itemID="{1699255F-C860-460E-A9FD-ED287F6B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tf02815062_win32</Template>
  <TotalTime>17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</dc:creator>
  <cp:keywords/>
  <dc:description/>
  <cp:lastModifiedBy>Account Microsoft</cp:lastModifiedBy>
  <cp:revision>11</cp:revision>
  <cp:lastPrinted>2022-11-14T11:55:00Z</cp:lastPrinted>
  <dcterms:created xsi:type="dcterms:W3CDTF">2022-11-08T11:49:00Z</dcterms:created>
  <dcterms:modified xsi:type="dcterms:W3CDTF">2023-07-18T10:46:00Z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TC060872981040</vt:lpwstr>
  </property>
  <property fmtid="{D5CDD505-2E9C-101B-9397-08002B2CF9AE}" pid="3" name="InternalTags">
    <vt:lpwstr/>
  </property>
  <property fmtid="{D5CDD505-2E9C-101B-9397-08002B2CF9AE}" pid="4" name="ContentTypeId">
    <vt:lpwstr>0x010100FB888328A8731147A9E2416CA6C7A65B0400DC6FA6ECFB23F54F9F45EE586A6D0A65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7980600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